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2022/2024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6067F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3606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B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projektowania oddziaływań profilaktycznych oraz metodologii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067F" w:rsidRDefault="0085747A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87043" w:rsidRPr="00487043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36067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427017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A34F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34F68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A34F68" w:rsidRPr="00A34F68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przygotowanie pracy projektowej</w:t>
            </w:r>
          </w:p>
          <w:p w:rsidR="00A34F68" w:rsidRPr="009C54AE" w:rsidRDefault="00A34F68" w:rsidP="00A34F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4F68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4F68" w:rsidRDefault="00A34F68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4F68" w:rsidRDefault="00A34F68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34F68" w:rsidRDefault="00427017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  <w:bookmarkStart w:id="0" w:name="_GoBack"/>
            <w:bookmarkEnd w:id="0"/>
          </w:p>
          <w:p w:rsidR="00A34F68" w:rsidRPr="009C54AE" w:rsidRDefault="00427017" w:rsidP="00A34F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4B09E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B09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Bojanowska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Chaczko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Krzyszkowski J., Zdebska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Pomoc społeczna. Idea-rozwój-instytucje,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2022. 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socjalne. Trwała instytucja w systemie pomocy i wsparcia dla osób zagrożonych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Janów Lubelski 2015.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podmiotów reintegracyjnych (zatrudnienia socjalnego) w sektorze ekonomii społecznej powiatu janowskiego. Klub Integracji Społecznej w Janowie Lubelskim- edycja II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2016r.,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Janów Lubelski 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2016r.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przemocą jako odbiorca wsparcia asystenta rodziny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Pomoc, interwencja, wsparcie społeczn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e, Tychy 2016.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postpenitencjarna w sektorze ekonomii społecznej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proofErr w:type="spellStart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A.Witkowska</w:t>
            </w:r>
            <w:proofErr w:type="spellEnd"/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 w działaniu. Wybrane zagadnienia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2016.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Programy profilaktyczne : podstawy profesjonalnej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C44" w:rsidRDefault="00DB4C44" w:rsidP="00C16ABF">
      <w:pPr>
        <w:spacing w:after="0" w:line="240" w:lineRule="auto"/>
      </w:pPr>
      <w:r>
        <w:separator/>
      </w:r>
    </w:p>
  </w:endnote>
  <w:endnote w:type="continuationSeparator" w:id="0">
    <w:p w:rsidR="00DB4C44" w:rsidRDefault="00DB4C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C44" w:rsidRDefault="00DB4C44" w:rsidP="00C16ABF">
      <w:pPr>
        <w:spacing w:after="0" w:line="240" w:lineRule="auto"/>
      </w:pPr>
      <w:r>
        <w:separator/>
      </w:r>
    </w:p>
  </w:footnote>
  <w:footnote w:type="continuationSeparator" w:id="0">
    <w:p w:rsidR="00DB4C44" w:rsidRDefault="00DB4C4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36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6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017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4B2A"/>
    <w:rsid w:val="00A30110"/>
    <w:rsid w:val="00A34F68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B4C4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5757E-5619-46D9-960E-0905B720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2022-03-31T15:57:00Z</dcterms:created>
  <dcterms:modified xsi:type="dcterms:W3CDTF">2022-06-22T15:46:00Z</dcterms:modified>
</cp:coreProperties>
</file>